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AE23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14:paraId="5A2DC159" w14:textId="77777777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14:paraId="0C1A535A" w14:textId="77777777"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14:paraId="68FC66FB" w14:textId="77777777"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14:paraId="3607895F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14:paraId="3F41AC35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285F6A3F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14:paraId="6F7BB07A" w14:textId="77777777"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14:paraId="772E1DFF" w14:textId="746C740B" w:rsidR="001A67C6" w:rsidRPr="006F29B1" w:rsidRDefault="00F73DA0" w:rsidP="00F41CE5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AC638A">
              <w:t>.1</w:t>
            </w:r>
            <w:r w:rsidR="00C866B2">
              <w:t>/</w:t>
            </w:r>
            <w:r w:rsidR="00AA60FE">
              <w:t>42</w:t>
            </w:r>
          </w:p>
        </w:tc>
      </w:tr>
    </w:tbl>
    <w:p w14:paraId="55784EBC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03716834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1BDD14A3" wp14:editId="0B6D60B9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74791" w14:textId="77777777" w:rsidR="00F73DA0" w:rsidRDefault="00F73DA0">
      <w:pPr>
        <w:rPr>
          <w:b/>
        </w:rPr>
      </w:pPr>
    </w:p>
    <w:p w14:paraId="024153C1" w14:textId="4848DBD9" w:rsidR="00E028A3" w:rsidRDefault="00E028A3" w:rsidP="00824574">
      <w:pPr>
        <w:rPr>
          <w:b/>
        </w:rPr>
      </w:pPr>
      <w:r>
        <w:rPr>
          <w:b/>
        </w:rPr>
        <w:t>Metsatee</w:t>
      </w:r>
      <w:r w:rsidR="00A52F29">
        <w:rPr>
          <w:b/>
        </w:rPr>
        <w:t>de</w:t>
      </w:r>
      <w:r>
        <w:rPr>
          <w:b/>
        </w:rPr>
        <w:t xml:space="preserve"> </w:t>
      </w:r>
      <w:r w:rsidR="00804579">
        <w:rPr>
          <w:b/>
        </w:rPr>
        <w:t xml:space="preserve">avalikku </w:t>
      </w:r>
      <w:r>
        <w:rPr>
          <w:b/>
        </w:rPr>
        <w:t xml:space="preserve">kasutusse andmine </w:t>
      </w:r>
    </w:p>
    <w:p w14:paraId="2E26EF2C" w14:textId="71AAB604" w:rsidR="00AC638A" w:rsidRDefault="00AC638A" w:rsidP="00824574">
      <w:pPr>
        <w:rPr>
          <w:b/>
        </w:rPr>
      </w:pPr>
      <w:r>
        <w:rPr>
          <w:b/>
        </w:rPr>
        <w:t>(H</w:t>
      </w:r>
      <w:r w:rsidR="00730FAB">
        <w:rPr>
          <w:b/>
        </w:rPr>
        <w:t>aapsalu linn</w:t>
      </w:r>
      <w:r>
        <w:rPr>
          <w:b/>
        </w:rPr>
        <w:t>)</w:t>
      </w:r>
    </w:p>
    <w:p w14:paraId="0F60D188" w14:textId="77777777" w:rsidR="00D86659" w:rsidRDefault="00D86659" w:rsidP="00FB46B0">
      <w:pPr>
        <w:rPr>
          <w:b/>
        </w:rPr>
      </w:pPr>
    </w:p>
    <w:p w14:paraId="14FA0EB0" w14:textId="5AA537F6" w:rsidR="00A52F29" w:rsidRPr="00B34DA9" w:rsidRDefault="00A52F29" w:rsidP="00FB46B0">
      <w:pPr>
        <w:rPr>
          <w:b/>
        </w:rPr>
        <w:sectPr w:rsidR="00A52F2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58122059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4A6FC8D4" w14:textId="61692B66" w:rsidR="008A6295" w:rsidRDefault="00730FAB" w:rsidP="008A6295">
      <w:pPr>
        <w:jc w:val="both"/>
      </w:pPr>
      <w:r>
        <w:t>Haapsalu Linnavalitsus</w:t>
      </w:r>
      <w:r w:rsidR="00761774">
        <w:t xml:space="preserve"> </w:t>
      </w:r>
      <w:r w:rsidR="00F73DA0">
        <w:t>esitas</w:t>
      </w:r>
      <w:r w:rsidR="0075754E">
        <w:t xml:space="preserve"> </w:t>
      </w:r>
      <w:r>
        <w:t>17</w:t>
      </w:r>
      <w:r w:rsidR="00A52F29">
        <w:t>.</w:t>
      </w:r>
      <w:r>
        <w:t>11</w:t>
      </w:r>
      <w:r w:rsidR="004C1373">
        <w:t>.20</w:t>
      </w:r>
      <w:r w:rsidR="00F73DA0">
        <w:t>2</w:t>
      </w:r>
      <w:r w:rsidR="00A52F29">
        <w:t>2</w:t>
      </w:r>
      <w:r w:rsidR="004C1373">
        <w:t xml:space="preserve"> </w:t>
      </w:r>
      <w:r w:rsidR="00F41CE5">
        <w:t xml:space="preserve">taotluse </w:t>
      </w:r>
      <w:r w:rsidR="00AC638A">
        <w:t xml:space="preserve">nr </w:t>
      </w:r>
      <w:r>
        <w:t>4-6/11-277</w:t>
      </w:r>
      <w:r w:rsidR="00AC638A">
        <w:t xml:space="preserve"> </w:t>
      </w:r>
      <w:r w:rsidR="00761774" w:rsidRPr="00631681">
        <w:t>Riigimetsa Majandamise Keskuse</w:t>
      </w:r>
      <w:r w:rsidR="00761774">
        <w:t xml:space="preserve"> valduses </w:t>
      </w:r>
      <w:r w:rsidR="00A52F29">
        <w:t xml:space="preserve">olevate </w:t>
      </w:r>
      <w:r w:rsidR="00F41CE5">
        <w:t>metsa</w:t>
      </w:r>
      <w:r w:rsidR="00E028A3">
        <w:t>tee</w:t>
      </w:r>
      <w:r>
        <w:t>de</w:t>
      </w:r>
      <w:r w:rsidR="00E028A3">
        <w:t xml:space="preserve"> </w:t>
      </w:r>
      <w:r w:rsidR="008A6295">
        <w:t>avalikuks otstarbeks kasutusse andmise leping</w:t>
      </w:r>
      <w:r w:rsidR="00AC638A">
        <w:t>u sõlmimiseks</w:t>
      </w:r>
      <w:r w:rsidR="00A52F29">
        <w:t xml:space="preserve">. </w:t>
      </w:r>
    </w:p>
    <w:p w14:paraId="47476EE9" w14:textId="1A76BF35" w:rsidR="00CC405D" w:rsidRDefault="00CC405D" w:rsidP="008A6295">
      <w:pPr>
        <w:jc w:val="both"/>
      </w:pPr>
    </w:p>
    <w:p w14:paraId="060BF898" w14:textId="48C92028" w:rsidR="00E028A3" w:rsidRPr="00FF4EF5" w:rsidRDefault="00E028A3" w:rsidP="00E028A3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>
        <w:t xml:space="preserve">iigimetsa </w:t>
      </w:r>
      <w:r w:rsidRPr="00B777FF">
        <w:t>M</w:t>
      </w:r>
      <w:r>
        <w:t xml:space="preserve">ajandamise </w:t>
      </w:r>
      <w:r w:rsidRPr="00B777FF">
        <w:t>K</w:t>
      </w:r>
      <w:r>
        <w:t>eskuse</w:t>
      </w:r>
      <w:r w:rsidRPr="00B777FF">
        <w:t xml:space="preserve"> juhatuse </w:t>
      </w:r>
      <w:r w:rsidR="003D1214">
        <w:t>18</w:t>
      </w:r>
      <w:r>
        <w:t>.</w:t>
      </w:r>
      <w:r w:rsidR="003D1214">
        <w:t>01</w:t>
      </w:r>
      <w:r>
        <w:t>.202</w:t>
      </w:r>
      <w:r w:rsidR="003D1214">
        <w:t>2</w:t>
      </w:r>
      <w:r w:rsidRPr="00FF4EF5">
        <w:t>. a otsuse nr 1-32</w:t>
      </w:r>
      <w:r>
        <w:t>/</w:t>
      </w:r>
      <w:r w:rsidR="003D1214">
        <w:t>1</w:t>
      </w:r>
      <w:r w:rsidRPr="00FF4EF5">
        <w:t xml:space="preserve"> „R</w:t>
      </w:r>
      <w:r>
        <w:t>MK</w:t>
      </w:r>
      <w:r w:rsidRPr="00FF4EF5">
        <w:t xml:space="preserve"> kinnisasjade kasutusse andmise</w:t>
      </w:r>
      <w:r>
        <w:t xml:space="preserve"> juhend</w:t>
      </w:r>
      <w:r w:rsidRPr="00FF4EF5">
        <w:t>“ p</w:t>
      </w:r>
      <w:r>
        <w:t xml:space="preserve">eatükist 6 ja </w:t>
      </w:r>
      <w:r w:rsidRPr="008619A9">
        <w:rPr>
          <w:szCs w:val="24"/>
        </w:rPr>
        <w:t xml:space="preserve">Riigimetsa Majandamise Keskuse </w:t>
      </w:r>
      <w:r>
        <w:rPr>
          <w:szCs w:val="24"/>
        </w:rPr>
        <w:t>20</w:t>
      </w:r>
      <w:r w:rsidRPr="008619A9">
        <w:rPr>
          <w:szCs w:val="24"/>
        </w:rPr>
        <w:t>.</w:t>
      </w:r>
      <w:r>
        <w:rPr>
          <w:szCs w:val="24"/>
        </w:rPr>
        <w:t>04</w:t>
      </w:r>
      <w:r w:rsidRPr="008619A9">
        <w:rPr>
          <w:szCs w:val="24"/>
        </w:rPr>
        <w:t>.202</w:t>
      </w:r>
      <w:r>
        <w:rPr>
          <w:szCs w:val="24"/>
        </w:rPr>
        <w:t>1</w:t>
      </w:r>
      <w:r w:rsidRPr="008619A9">
        <w:rPr>
          <w:szCs w:val="24"/>
        </w:rPr>
        <w:t xml:space="preserve"> otsuse nr 1-32/</w:t>
      </w:r>
      <w:r>
        <w:rPr>
          <w:szCs w:val="24"/>
        </w:rPr>
        <w:t>34</w:t>
      </w:r>
      <w:r w:rsidRPr="008619A9">
        <w:rPr>
          <w:szCs w:val="24"/>
        </w:rPr>
        <w:t xml:space="preserve"> „Volituste andmine vara kasutusse andmise otsustamiseks“ punktist 1.</w:t>
      </w:r>
      <w:r>
        <w:rPr>
          <w:szCs w:val="24"/>
        </w:rPr>
        <w:t>4</w:t>
      </w:r>
      <w:r w:rsidRPr="008619A9">
        <w:rPr>
          <w:szCs w:val="24"/>
        </w:rPr>
        <w:t xml:space="preserve"> </w:t>
      </w:r>
      <w:r>
        <w:rPr>
          <w:szCs w:val="24"/>
        </w:rPr>
        <w:t>ning esitatud taotlusest otsustan</w:t>
      </w:r>
      <w:r>
        <w:t xml:space="preserve"> </w:t>
      </w:r>
      <w:r w:rsidRPr="00FF4EF5">
        <w:t xml:space="preserve"> </w:t>
      </w:r>
    </w:p>
    <w:p w14:paraId="144C8476" w14:textId="77777777" w:rsidR="00E028A3" w:rsidRDefault="00E028A3" w:rsidP="00E028A3">
      <w:pPr>
        <w:jc w:val="both"/>
      </w:pPr>
    </w:p>
    <w:p w14:paraId="568260E8" w14:textId="05CEF32D" w:rsidR="00E028A3" w:rsidRPr="00131645" w:rsidRDefault="00E028A3" w:rsidP="00131645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 xml:space="preserve">Anda </w:t>
      </w:r>
      <w:r w:rsidR="00730FAB">
        <w:rPr>
          <w:i/>
        </w:rPr>
        <w:t>Haapsalu linna</w:t>
      </w:r>
      <w:r>
        <w:t xml:space="preserve"> (edaspidi nimetatud </w:t>
      </w:r>
      <w:r w:rsidRPr="00131645">
        <w:rPr>
          <w:i/>
        </w:rPr>
        <w:t>kasutaja</w:t>
      </w:r>
      <w:r w:rsidR="00BE53AD">
        <w:rPr>
          <w:i/>
        </w:rPr>
        <w:t xml:space="preserve">) </w:t>
      </w:r>
      <w:r w:rsidR="00BE53AD" w:rsidRPr="00BE53AD">
        <w:rPr>
          <w:iCs/>
        </w:rPr>
        <w:t>kasutusse</w:t>
      </w:r>
      <w:r w:rsidR="00BE53AD">
        <w:rPr>
          <w:i/>
        </w:rPr>
        <w:t xml:space="preserve"> </w:t>
      </w:r>
      <w:r w:rsidR="00730FAB">
        <w:rPr>
          <w:i/>
        </w:rPr>
        <w:t>Haapsalu Linnavalitsuse</w:t>
      </w:r>
      <w:r w:rsidR="00BE53AD">
        <w:t xml:space="preserve"> (registrikood </w:t>
      </w:r>
      <w:r w:rsidR="00730FAB">
        <w:t>75012802</w:t>
      </w:r>
      <w:r w:rsidR="00BE53AD">
        <w:t xml:space="preserve">, aadress </w:t>
      </w:r>
      <w:r w:rsidR="00730FAB">
        <w:t>Posti 34, Haapsalu linn, 90504 Lääne maakond</w:t>
      </w:r>
      <w:r w:rsidR="00BE53AD">
        <w:t>) kaudu</w:t>
      </w:r>
      <w:r>
        <w:t xml:space="preserve"> </w:t>
      </w:r>
      <w:r w:rsidRPr="00131645">
        <w:rPr>
          <w:szCs w:val="24"/>
        </w:rPr>
        <w:t>käesolevas käskkirjas ja tee avalikuks otstarbeks kasutusse andmise lepingus sätestatud tingimustel ja ulatuses</w:t>
      </w:r>
      <w:r>
        <w:t xml:space="preserve"> </w:t>
      </w:r>
      <w:r w:rsidR="003D1214">
        <w:t xml:space="preserve">käskkirja lisas nimetatud teed. </w:t>
      </w:r>
    </w:p>
    <w:p w14:paraId="62CC8D67" w14:textId="77777777" w:rsidR="00E028A3" w:rsidRPr="001A67C6" w:rsidRDefault="00E028A3" w:rsidP="00E028A3">
      <w:pPr>
        <w:numPr>
          <w:ilvl w:val="0"/>
          <w:numId w:val="7"/>
        </w:numPr>
        <w:jc w:val="both"/>
      </w:pPr>
      <w:r w:rsidRPr="00331F63">
        <w:rPr>
          <w:szCs w:val="24"/>
        </w:rPr>
        <w:t xml:space="preserve">Määrata tee kasutusse andmise tingimused ja </w:t>
      </w:r>
      <w:r w:rsidRPr="001A67C6">
        <w:t xml:space="preserve">tähtaeg </w:t>
      </w:r>
      <w:r>
        <w:t>alljärgnevalt:</w:t>
      </w:r>
    </w:p>
    <w:p w14:paraId="5C59A28D" w14:textId="77777777" w:rsidR="00E028A3" w:rsidRDefault="00E028A3" w:rsidP="00E028A3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0239EF">
        <w:t>tee</w:t>
      </w:r>
      <w:r>
        <w:t xml:space="preserve"> anda kasutusse avalikuks otstarbeks;</w:t>
      </w:r>
    </w:p>
    <w:p w14:paraId="75BDD7E8" w14:textId="77777777" w:rsidR="00E028A3" w:rsidRPr="0066259C" w:rsidRDefault="00E028A3" w:rsidP="00E028A3">
      <w:pPr>
        <w:pStyle w:val="Taandegakehatekst"/>
        <w:numPr>
          <w:ilvl w:val="1"/>
          <w:numId w:val="7"/>
        </w:numPr>
        <w:tabs>
          <w:tab w:val="clear" w:pos="792"/>
          <w:tab w:val="num" w:pos="426"/>
        </w:tabs>
        <w:spacing w:after="0"/>
        <w:ind w:left="426" w:hanging="426"/>
        <w:jc w:val="both"/>
      </w:pPr>
      <w:r w:rsidRPr="001F2937">
        <w:t>tee</w:t>
      </w:r>
      <w:r>
        <w:t>d</w:t>
      </w:r>
      <w:r w:rsidRPr="001F2937">
        <w:t xml:space="preserve"> anda kasutusse tasuta ja tähtajaga </w:t>
      </w:r>
      <w:r>
        <w:t xml:space="preserve">5 </w:t>
      </w:r>
      <w:r w:rsidRPr="001F2937">
        <w:t>(</w:t>
      </w:r>
      <w:r>
        <w:t>viis</w:t>
      </w:r>
      <w:r w:rsidRPr="001F2937">
        <w:t xml:space="preserve">) aastat. </w:t>
      </w:r>
      <w:r w:rsidRPr="001F1068">
        <w:rPr>
          <w:szCs w:val="18"/>
        </w:rPr>
        <w:t>Kui üks lepingu pooltest ei ole hiljemalt 1 (üks) kuu enne lepingu lõppemist saatnud teisele lepingu poolele kirjalikku ettepanekut lepingu lõpetamiseks, pikeneb leping automaatselt järgnevaks 3 (kolme) aastaseks perioodiks. Analoogset lepingu pikenemise põhimõtet ei kohaldata järgnevate 3 (kolme) aastaste perioodide osas.</w:t>
      </w:r>
    </w:p>
    <w:p w14:paraId="0F10D393" w14:textId="39DB467D" w:rsidR="000239EF" w:rsidRPr="00440E5B" w:rsidRDefault="00730FAB" w:rsidP="00440E5B">
      <w:pPr>
        <w:pStyle w:val="Loendilik"/>
        <w:numPr>
          <w:ilvl w:val="0"/>
          <w:numId w:val="7"/>
        </w:numPr>
        <w:jc w:val="both"/>
        <w:rPr>
          <w:szCs w:val="24"/>
        </w:rPr>
      </w:pPr>
      <w:r>
        <w:t>Läänemaa</w:t>
      </w:r>
      <w:r w:rsidR="00E028A3" w:rsidRPr="001A67C6">
        <w:t xml:space="preserve"> metsaülemal sõlmida tulenevalt käesoleva käskkirja punktidest 1</w:t>
      </w:r>
      <w:r w:rsidR="00E028A3">
        <w:t xml:space="preserve">, 2 </w:t>
      </w:r>
      <w:r w:rsidR="00E028A3" w:rsidRPr="001A67C6">
        <w:t xml:space="preserve">ja </w:t>
      </w:r>
      <w:r w:rsidR="00E028A3">
        <w:t>3</w:t>
      </w:r>
      <w:r w:rsidR="00E028A3" w:rsidRPr="001A67C6">
        <w:t xml:space="preserve"> DHS-is vormide sarjas asuva vormi kohane metsatee avalikuks kasutusse andmise leping.</w:t>
      </w:r>
    </w:p>
    <w:p w14:paraId="13915E49" w14:textId="77777777" w:rsidR="00166B2C" w:rsidRDefault="00166B2C" w:rsidP="006A4FE7">
      <w:pPr>
        <w:jc w:val="both"/>
        <w:rPr>
          <w:szCs w:val="24"/>
        </w:rPr>
      </w:pPr>
    </w:p>
    <w:p w14:paraId="7802FE41" w14:textId="77777777" w:rsidR="00BE53AD" w:rsidRDefault="00BE53AD" w:rsidP="006A4FE7">
      <w:pPr>
        <w:jc w:val="both"/>
        <w:rPr>
          <w:szCs w:val="24"/>
        </w:rPr>
      </w:pPr>
    </w:p>
    <w:p w14:paraId="4ADACC9E" w14:textId="68C566BB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46E8A8C8" w14:textId="77777777" w:rsidR="00F741B4" w:rsidRDefault="00F741B4" w:rsidP="006A4FE7">
      <w:pPr>
        <w:jc w:val="both"/>
        <w:rPr>
          <w:szCs w:val="24"/>
        </w:rPr>
      </w:pPr>
    </w:p>
    <w:p w14:paraId="42E96B6E" w14:textId="77777777" w:rsidR="00BE53AD" w:rsidRDefault="00BE53AD" w:rsidP="00F741B4"/>
    <w:p w14:paraId="669FE343" w14:textId="25E0FA27" w:rsidR="00F741B4" w:rsidRDefault="00586E92" w:rsidP="00F741B4">
      <w:r>
        <w:t>Andres Sepp</w:t>
      </w:r>
    </w:p>
    <w:p w14:paraId="1EDE5CAE" w14:textId="77777777" w:rsidR="00F741B4" w:rsidRDefault="00586E92" w:rsidP="00F741B4">
      <w:r>
        <w:t>Peametsaülem</w:t>
      </w:r>
    </w:p>
    <w:p w14:paraId="539642CC" w14:textId="77777777" w:rsidR="00F741B4" w:rsidRDefault="00F741B4" w:rsidP="00F741B4"/>
    <w:p w14:paraId="468D5FCE" w14:textId="77777777" w:rsidR="000239EF" w:rsidRDefault="000239EF" w:rsidP="00F741B4">
      <w:pPr>
        <w:jc w:val="both"/>
      </w:pPr>
    </w:p>
    <w:p w14:paraId="38A1378E" w14:textId="43088100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730FAB">
        <w:t>Jürgen Kusmin</w:t>
      </w:r>
      <w:r w:rsidR="00556877">
        <w:t>, Malle Viiburg</w:t>
      </w:r>
      <w:r w:rsidR="00BE53AD">
        <w:t>, Urve Jõgi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4ED4" w14:textId="77777777" w:rsidR="00F85F89" w:rsidRDefault="00F85F89">
      <w:r>
        <w:separator/>
      </w:r>
    </w:p>
  </w:endnote>
  <w:endnote w:type="continuationSeparator" w:id="0">
    <w:p w14:paraId="333D4201" w14:textId="77777777" w:rsidR="00F85F89" w:rsidRDefault="00F85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B5E1E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B7511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EAB5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52D3" w14:textId="77777777" w:rsidR="00F85F89" w:rsidRDefault="00F85F89">
      <w:r>
        <w:separator/>
      </w:r>
    </w:p>
  </w:footnote>
  <w:footnote w:type="continuationSeparator" w:id="0">
    <w:p w14:paraId="2110E050" w14:textId="77777777" w:rsidR="00F85F89" w:rsidRDefault="00F85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41E9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237E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9054B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979C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2029523021">
    <w:abstractNumId w:val="0"/>
  </w:num>
  <w:num w:numId="2" w16cid:durableId="1158955820">
    <w:abstractNumId w:val="3"/>
  </w:num>
  <w:num w:numId="3" w16cid:durableId="233245385">
    <w:abstractNumId w:val="4"/>
  </w:num>
  <w:num w:numId="4" w16cid:durableId="1360861631">
    <w:abstractNumId w:val="1"/>
  </w:num>
  <w:num w:numId="5" w16cid:durableId="698163331">
    <w:abstractNumId w:val="7"/>
  </w:num>
  <w:num w:numId="6" w16cid:durableId="65226569">
    <w:abstractNumId w:val="8"/>
  </w:num>
  <w:num w:numId="7" w16cid:durableId="1816335692">
    <w:abstractNumId w:val="5"/>
  </w:num>
  <w:num w:numId="8" w16cid:durableId="222327462">
    <w:abstractNumId w:val="6"/>
  </w:num>
  <w:num w:numId="9" w16cid:durableId="444270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2B6B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1645"/>
    <w:rsid w:val="00133076"/>
    <w:rsid w:val="001363D9"/>
    <w:rsid w:val="00144546"/>
    <w:rsid w:val="0015034B"/>
    <w:rsid w:val="0015261E"/>
    <w:rsid w:val="00154CDD"/>
    <w:rsid w:val="00155932"/>
    <w:rsid w:val="001562E2"/>
    <w:rsid w:val="00156FB6"/>
    <w:rsid w:val="00165936"/>
    <w:rsid w:val="00166B2C"/>
    <w:rsid w:val="00170A57"/>
    <w:rsid w:val="001811CF"/>
    <w:rsid w:val="001840E0"/>
    <w:rsid w:val="001846B6"/>
    <w:rsid w:val="001A67C6"/>
    <w:rsid w:val="001C3F10"/>
    <w:rsid w:val="001E2855"/>
    <w:rsid w:val="001E7656"/>
    <w:rsid w:val="001F2937"/>
    <w:rsid w:val="00216A8E"/>
    <w:rsid w:val="002331D9"/>
    <w:rsid w:val="00241B85"/>
    <w:rsid w:val="0025433F"/>
    <w:rsid w:val="00261E4E"/>
    <w:rsid w:val="00274757"/>
    <w:rsid w:val="00275016"/>
    <w:rsid w:val="00292312"/>
    <w:rsid w:val="00293514"/>
    <w:rsid w:val="0029654E"/>
    <w:rsid w:val="002A0C39"/>
    <w:rsid w:val="002A310C"/>
    <w:rsid w:val="002A789C"/>
    <w:rsid w:val="002D024D"/>
    <w:rsid w:val="002E665D"/>
    <w:rsid w:val="003038C8"/>
    <w:rsid w:val="003046FF"/>
    <w:rsid w:val="003067DC"/>
    <w:rsid w:val="00307215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1214"/>
    <w:rsid w:val="003D36E5"/>
    <w:rsid w:val="003E2457"/>
    <w:rsid w:val="003E30D8"/>
    <w:rsid w:val="00406557"/>
    <w:rsid w:val="0043445B"/>
    <w:rsid w:val="0044081D"/>
    <w:rsid w:val="00440E5B"/>
    <w:rsid w:val="004516B8"/>
    <w:rsid w:val="00463DFF"/>
    <w:rsid w:val="00476B99"/>
    <w:rsid w:val="004A2AA6"/>
    <w:rsid w:val="004C12A8"/>
    <w:rsid w:val="004C1373"/>
    <w:rsid w:val="004D21D2"/>
    <w:rsid w:val="004E0AD9"/>
    <w:rsid w:val="004E182D"/>
    <w:rsid w:val="004E3574"/>
    <w:rsid w:val="004F64CD"/>
    <w:rsid w:val="00511C02"/>
    <w:rsid w:val="00515BF3"/>
    <w:rsid w:val="00535790"/>
    <w:rsid w:val="00536410"/>
    <w:rsid w:val="005372BE"/>
    <w:rsid w:val="00556877"/>
    <w:rsid w:val="005625C6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D0174"/>
    <w:rsid w:val="005E247E"/>
    <w:rsid w:val="006030B8"/>
    <w:rsid w:val="0060482F"/>
    <w:rsid w:val="006237E3"/>
    <w:rsid w:val="006243D8"/>
    <w:rsid w:val="00654CFC"/>
    <w:rsid w:val="0066259C"/>
    <w:rsid w:val="00671D56"/>
    <w:rsid w:val="00690723"/>
    <w:rsid w:val="006A0970"/>
    <w:rsid w:val="006A4AEC"/>
    <w:rsid w:val="006A4FE7"/>
    <w:rsid w:val="006C24F2"/>
    <w:rsid w:val="006C57CF"/>
    <w:rsid w:val="006D015A"/>
    <w:rsid w:val="006D5EBC"/>
    <w:rsid w:val="006E1C15"/>
    <w:rsid w:val="006E4D31"/>
    <w:rsid w:val="006F132E"/>
    <w:rsid w:val="006F29B1"/>
    <w:rsid w:val="00704F36"/>
    <w:rsid w:val="007221A5"/>
    <w:rsid w:val="00730FAB"/>
    <w:rsid w:val="00745CA1"/>
    <w:rsid w:val="00751063"/>
    <w:rsid w:val="00751100"/>
    <w:rsid w:val="007525FF"/>
    <w:rsid w:val="00755313"/>
    <w:rsid w:val="0075754E"/>
    <w:rsid w:val="00761774"/>
    <w:rsid w:val="00770B0C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579"/>
    <w:rsid w:val="0080486E"/>
    <w:rsid w:val="00804DD5"/>
    <w:rsid w:val="008074D9"/>
    <w:rsid w:val="00813239"/>
    <w:rsid w:val="00824574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52F29"/>
    <w:rsid w:val="00A56847"/>
    <w:rsid w:val="00A601E5"/>
    <w:rsid w:val="00A63B83"/>
    <w:rsid w:val="00A6445A"/>
    <w:rsid w:val="00A668E4"/>
    <w:rsid w:val="00A738EE"/>
    <w:rsid w:val="00A73B3C"/>
    <w:rsid w:val="00A86492"/>
    <w:rsid w:val="00AA60FE"/>
    <w:rsid w:val="00AB2AC7"/>
    <w:rsid w:val="00AB6568"/>
    <w:rsid w:val="00AC638A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769A9"/>
    <w:rsid w:val="00B800BE"/>
    <w:rsid w:val="00B80DB5"/>
    <w:rsid w:val="00B93C63"/>
    <w:rsid w:val="00BA24BA"/>
    <w:rsid w:val="00BB1CDD"/>
    <w:rsid w:val="00BB58B6"/>
    <w:rsid w:val="00BD5A76"/>
    <w:rsid w:val="00BE53AD"/>
    <w:rsid w:val="00BE6447"/>
    <w:rsid w:val="00BE6C8A"/>
    <w:rsid w:val="00C01279"/>
    <w:rsid w:val="00C0514F"/>
    <w:rsid w:val="00C15B43"/>
    <w:rsid w:val="00C372F6"/>
    <w:rsid w:val="00C40CF2"/>
    <w:rsid w:val="00C427E1"/>
    <w:rsid w:val="00C54DE3"/>
    <w:rsid w:val="00C5672D"/>
    <w:rsid w:val="00C670EA"/>
    <w:rsid w:val="00C723EE"/>
    <w:rsid w:val="00C779F6"/>
    <w:rsid w:val="00C846EA"/>
    <w:rsid w:val="00C866B2"/>
    <w:rsid w:val="00CA1AA5"/>
    <w:rsid w:val="00CA2450"/>
    <w:rsid w:val="00CA5740"/>
    <w:rsid w:val="00CB55F7"/>
    <w:rsid w:val="00CB61DB"/>
    <w:rsid w:val="00CC0AEC"/>
    <w:rsid w:val="00CC405D"/>
    <w:rsid w:val="00CC692D"/>
    <w:rsid w:val="00CC7C8F"/>
    <w:rsid w:val="00CD5E21"/>
    <w:rsid w:val="00D03AE1"/>
    <w:rsid w:val="00D070AA"/>
    <w:rsid w:val="00D10E78"/>
    <w:rsid w:val="00D11100"/>
    <w:rsid w:val="00D17304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54D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028A3"/>
    <w:rsid w:val="00E1110A"/>
    <w:rsid w:val="00E11898"/>
    <w:rsid w:val="00E129BC"/>
    <w:rsid w:val="00E16A71"/>
    <w:rsid w:val="00E33C04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41CE5"/>
    <w:rsid w:val="00F535B9"/>
    <w:rsid w:val="00F56ED9"/>
    <w:rsid w:val="00F62621"/>
    <w:rsid w:val="00F650F2"/>
    <w:rsid w:val="00F66034"/>
    <w:rsid w:val="00F707E5"/>
    <w:rsid w:val="00F70C91"/>
    <w:rsid w:val="00F73DA0"/>
    <w:rsid w:val="00F741B4"/>
    <w:rsid w:val="00F75157"/>
    <w:rsid w:val="00F82FF0"/>
    <w:rsid w:val="00F85F89"/>
    <w:rsid w:val="00FB46B0"/>
    <w:rsid w:val="00FD2A9B"/>
    <w:rsid w:val="00FD2F91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5EB8B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7</TotalTime>
  <Pages>1</Pages>
  <Words>235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4</cp:revision>
  <cp:lastPrinted>2020-07-01T08:08:00Z</cp:lastPrinted>
  <dcterms:created xsi:type="dcterms:W3CDTF">2022-12-15T09:37:00Z</dcterms:created>
  <dcterms:modified xsi:type="dcterms:W3CDTF">2022-12-15T09:43:00Z</dcterms:modified>
</cp:coreProperties>
</file>